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9E6DE" w14:textId="77777777" w:rsidR="00274789" w:rsidRPr="00F1324F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4AE868BE" w14:textId="4B759C2D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>ALLEGATO</w:t>
      </w:r>
      <w:r w:rsidR="0095185B">
        <w:rPr>
          <w:rFonts w:ascii="Arial" w:hAnsi="Arial" w:cs="Arial"/>
          <w:b/>
          <w:szCs w:val="20"/>
        </w:rPr>
        <w:t xml:space="preserve"> 6</w:t>
      </w:r>
      <w:r w:rsidRPr="00F1324F">
        <w:rPr>
          <w:rFonts w:ascii="Arial" w:hAnsi="Arial" w:cs="Arial"/>
          <w:b/>
          <w:szCs w:val="20"/>
        </w:rPr>
        <w:t xml:space="preserve"> – </w:t>
      </w:r>
      <w:r w:rsidR="0095185B" w:rsidRPr="00F1324F">
        <w:rPr>
          <w:rFonts w:ascii="Arial" w:hAnsi="Arial" w:cs="Arial"/>
          <w:b/>
          <w:szCs w:val="20"/>
        </w:rPr>
        <w:t>MOTIVAZIONI DEL RIBASSO DEL COSTO DELLA MANODOPERA</w:t>
      </w:r>
    </w:p>
    <w:p w14:paraId="7E5FDE18" w14:textId="77777777" w:rsidR="0095185B" w:rsidRPr="00F1324F" w:rsidRDefault="0095185B" w:rsidP="00645BCD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318E8654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</w:p>
    <w:p w14:paraId="4B6AB368" w14:textId="03B9221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l</w:t>
      </w:r>
      <w:r w:rsidR="0095185B">
        <w:rPr>
          <w:rFonts w:ascii="Arial" w:hAnsi="Arial" w:cs="Arial"/>
          <w:i/>
          <w:iCs/>
          <w:sz w:val="20"/>
          <w:szCs w:val="20"/>
        </w:rPr>
        <w:t>’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Accordo Quadr</w:t>
      </w:r>
      <w:r w:rsidR="0095185B" w:rsidRPr="0095185B">
        <w:rPr>
          <w:rFonts w:ascii="Arial" w:hAnsi="Arial" w:cs="Arial"/>
          <w:i/>
          <w:iCs/>
          <w:sz w:val="20"/>
          <w:szCs w:val="20"/>
        </w:rPr>
        <w:t>o</w:t>
      </w:r>
      <w:r w:rsidR="0095185B">
        <w:rPr>
          <w:rFonts w:ascii="Arial" w:hAnsi="Arial" w:cs="Arial"/>
          <w:i/>
          <w:iCs/>
          <w:sz w:val="20"/>
          <w:szCs w:val="20"/>
        </w:rPr>
        <w:t>;</w:t>
      </w:r>
    </w:p>
    <w:p w14:paraId="5771811C" w14:textId="705D381F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64EBCDBD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9263869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80EA25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FC15492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0B733B9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AB82872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D2D93AB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864A756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0E5F49DD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029214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0971E85" w14:textId="77777777" w:rsidR="0095185B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670F5A32" w14:textId="77777777" w:rsidR="0095185B" w:rsidRPr="00F1324F" w:rsidRDefault="0095185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14AEF" w14:textId="77777777" w:rsidR="007060BA" w:rsidRDefault="007060BA" w:rsidP="00816101">
      <w:r>
        <w:separator/>
      </w:r>
    </w:p>
  </w:endnote>
  <w:endnote w:type="continuationSeparator" w:id="0">
    <w:p w14:paraId="206A2A7B" w14:textId="77777777" w:rsidR="007060BA" w:rsidRDefault="007060BA" w:rsidP="00816101">
      <w:r>
        <w:continuationSeparator/>
      </w:r>
    </w:p>
  </w:endnote>
  <w:endnote w:type="continuationNotice" w:id="1">
    <w:p w14:paraId="3F5DE3F9" w14:textId="77777777" w:rsidR="007060BA" w:rsidRDefault="007060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2CAF" w14:textId="64DA898C" w:rsidR="004D1799" w:rsidRDefault="004D1799">
    <w:pPr>
      <w:pStyle w:val="CLASSIFICAZIONEFOOTER1"/>
    </w:pPr>
  </w:p>
  <w:p w14:paraId="0C9B1ACC" w14:textId="77777777" w:rsidR="00D3467B" w:rsidRPr="002E2B73" w:rsidRDefault="00D3467B" w:rsidP="00D3467B">
    <w:pPr>
      <w:pStyle w:val="Pidipagina"/>
      <w:rPr>
        <w:sz w:val="12"/>
        <w:szCs w:val="14"/>
      </w:rPr>
    </w:pPr>
    <w:bookmarkStart w:id="0" w:name="_Hlk209600388"/>
    <w:r w:rsidRPr="002E2B73">
      <w:rPr>
        <w:rFonts w:eastAsia="Myriad Web Pro"/>
      </w:rPr>
      <w:t xml:space="preserve">Moduli di dichiarazione - Gara europea a procedura aperta per l’affidamento di un Accordo Quadro per ogni sub-lotto ai sensi dell’art. 59, comma 4 del </w:t>
    </w:r>
    <w:proofErr w:type="spellStart"/>
    <w:r w:rsidRPr="002E2B73">
      <w:rPr>
        <w:rFonts w:eastAsia="Myriad Web Pro"/>
      </w:rPr>
      <w:t>D.Lgs.n</w:t>
    </w:r>
    <w:proofErr w:type="spellEnd"/>
    <w:r w:rsidRPr="002E2B73">
      <w:rPr>
        <w:rFonts w:eastAsia="Myriad Web Pro"/>
      </w:rPr>
      <w:t xml:space="preserve">. 36/2023 avente ad oggetto </w:t>
    </w:r>
    <w:r w:rsidRPr="002E2B73">
      <w:rPr>
        <w:rFonts w:eastAsia="Myriad Web Pro"/>
        <w:bCs/>
      </w:rPr>
      <w:t>l’affidamento dei servizi di organizzazione e gestione dei viaggi di istruzione e stage linguistici per gli istituti scolastici</w:t>
    </w:r>
    <w:bookmarkEnd w:id="0"/>
    <w:r w:rsidRPr="002E2B73">
      <w:rPr>
        <w:rFonts w:eastAsia="Myriad Web Pro"/>
        <w:bCs/>
      </w:rPr>
      <w:t xml:space="preserve"> ID 2919</w:t>
    </w:r>
  </w:p>
  <w:p w14:paraId="67C77E33" w14:textId="77777777" w:rsidR="000A1DEA" w:rsidRDefault="000A1D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DA771" w14:textId="77777777" w:rsidR="007060BA" w:rsidRDefault="007060BA" w:rsidP="00816101">
      <w:r>
        <w:separator/>
      </w:r>
    </w:p>
  </w:footnote>
  <w:footnote w:type="continuationSeparator" w:id="0">
    <w:p w14:paraId="2333B4D9" w14:textId="77777777" w:rsidR="007060BA" w:rsidRDefault="007060BA" w:rsidP="00816101">
      <w:r>
        <w:continuationSeparator/>
      </w:r>
    </w:p>
  </w:footnote>
  <w:footnote w:type="continuationNotice" w:id="1">
    <w:p w14:paraId="4F858F83" w14:textId="77777777" w:rsidR="007060BA" w:rsidRDefault="007060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6049DC73" w:rsidR="00EE6390" w:rsidRDefault="00EE6390" w:rsidP="00816101">
    <w:pPr>
      <w:pStyle w:val="Intestazione"/>
    </w:pP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6E34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175B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446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69C2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9731E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4C8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0BA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5538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185B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467B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416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5245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48D2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DA027-3CC9-4E29-88E0-3B5D30999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Filippone Giovanna</cp:lastModifiedBy>
  <cp:revision>2</cp:revision>
  <cp:lastPrinted>2025-09-26T13:13:00Z</cp:lastPrinted>
  <dcterms:created xsi:type="dcterms:W3CDTF">2025-09-25T09:33:00Z</dcterms:created>
  <dcterms:modified xsi:type="dcterms:W3CDTF">2025-09-29T07:37:00Z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  <property fmtid="{D5CDD505-2E9C-101B-9397-08002B2CF9AE}" pid="2" name="ContentTypeId">
    <vt:lpwstr>0x010100318E5A2E5E2EDA48BA89EB57D79F84A5</vt:lpwstr>
  </property>
</Properties>
</file>